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1D" w:rsidRPr="00432859" w:rsidRDefault="0047591D" w:rsidP="0033140E">
      <w:pPr>
        <w:pStyle w:val="Title"/>
        <w:tabs>
          <w:tab w:val="left" w:pos="2970"/>
          <w:tab w:val="center" w:pos="4588"/>
          <w:tab w:val="left" w:pos="7290"/>
          <w:tab w:val="left" w:pos="7845"/>
          <w:tab w:val="right" w:pos="8895"/>
        </w:tabs>
        <w:jc w:val="left"/>
        <w:rPr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Российская Федерация</w:t>
      </w:r>
      <w:r>
        <w:rPr>
          <w:sz w:val="24"/>
          <w:szCs w:val="24"/>
        </w:rPr>
        <w:tab/>
      </w:r>
    </w:p>
    <w:p w:rsidR="0047591D" w:rsidRPr="00CC3AC5" w:rsidRDefault="0047591D" w:rsidP="000B093D">
      <w:pPr>
        <w:pStyle w:val="Title"/>
        <w:rPr>
          <w:sz w:val="24"/>
          <w:szCs w:val="24"/>
        </w:rPr>
      </w:pPr>
      <w:r w:rsidRPr="00CC3AC5">
        <w:rPr>
          <w:sz w:val="24"/>
          <w:szCs w:val="24"/>
        </w:rPr>
        <w:t>Брянская область   Мглинский район</w:t>
      </w:r>
    </w:p>
    <w:p w:rsidR="0047591D" w:rsidRPr="00CC3AC5" w:rsidRDefault="0047591D" w:rsidP="000B093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CC3AC5">
        <w:rPr>
          <w:b/>
          <w:bCs/>
          <w:color w:val="000000"/>
          <w:spacing w:val="-9"/>
          <w:sz w:val="24"/>
          <w:szCs w:val="24"/>
        </w:rPr>
        <w:t>Высокское сельское поселение</w:t>
      </w:r>
    </w:p>
    <w:p w:rsidR="0047591D" w:rsidRPr="00CC3AC5" w:rsidRDefault="0047591D" w:rsidP="000B093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CC3AC5">
        <w:rPr>
          <w:b/>
          <w:bCs/>
          <w:color w:val="000000"/>
          <w:spacing w:val="-9"/>
          <w:sz w:val="24"/>
          <w:szCs w:val="24"/>
        </w:rPr>
        <w:t>Высокский сельский Совет народных депутатов</w:t>
      </w:r>
    </w:p>
    <w:p w:rsidR="0047591D" w:rsidRPr="00CC3AC5" w:rsidRDefault="0047591D" w:rsidP="000B093D">
      <w:pPr>
        <w:pStyle w:val="ConsPlusTitle"/>
        <w:widowControl/>
        <w:jc w:val="center"/>
        <w:rPr>
          <w:sz w:val="24"/>
          <w:szCs w:val="24"/>
        </w:rPr>
      </w:pPr>
    </w:p>
    <w:p w:rsidR="0047591D" w:rsidRPr="00CC3AC5" w:rsidRDefault="0047591D" w:rsidP="0025298D">
      <w:pPr>
        <w:pStyle w:val="ConsPlusTitle"/>
        <w:widowControl/>
        <w:jc w:val="center"/>
        <w:rPr>
          <w:sz w:val="24"/>
          <w:szCs w:val="24"/>
        </w:rPr>
      </w:pPr>
    </w:p>
    <w:p w:rsidR="0047591D" w:rsidRPr="00CC3AC5" w:rsidRDefault="0047591D" w:rsidP="0025298D">
      <w:pPr>
        <w:pStyle w:val="ConsPlusTitle"/>
        <w:widowControl/>
        <w:jc w:val="both"/>
        <w:rPr>
          <w:sz w:val="24"/>
          <w:szCs w:val="24"/>
          <w:u w:val="single"/>
        </w:rPr>
      </w:pPr>
    </w:p>
    <w:p w:rsidR="0047591D" w:rsidRPr="00CC3AC5" w:rsidRDefault="0047591D" w:rsidP="0025298D">
      <w:pPr>
        <w:pStyle w:val="ConsPlusTitle"/>
        <w:widowControl/>
        <w:jc w:val="center"/>
        <w:rPr>
          <w:sz w:val="24"/>
          <w:szCs w:val="24"/>
        </w:rPr>
      </w:pPr>
    </w:p>
    <w:p w:rsidR="0047591D" w:rsidRPr="00CC3AC5" w:rsidRDefault="0047591D" w:rsidP="0025298D">
      <w:pPr>
        <w:pStyle w:val="ConsPlusTitle"/>
        <w:widowControl/>
        <w:jc w:val="center"/>
        <w:rPr>
          <w:sz w:val="24"/>
          <w:szCs w:val="24"/>
        </w:rPr>
      </w:pPr>
      <w:r w:rsidRPr="00CC3AC5">
        <w:rPr>
          <w:sz w:val="24"/>
          <w:szCs w:val="24"/>
        </w:rPr>
        <w:t>РЕШЕНИЕ</w:t>
      </w:r>
    </w:p>
    <w:p w:rsidR="0047591D" w:rsidRPr="00CC3AC5" w:rsidRDefault="0047591D" w:rsidP="0025298D">
      <w:pPr>
        <w:pStyle w:val="ConsPlusTitle"/>
        <w:widowControl/>
        <w:jc w:val="center"/>
        <w:rPr>
          <w:sz w:val="24"/>
          <w:szCs w:val="24"/>
        </w:rPr>
      </w:pP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 xml:space="preserve">    От </w:t>
      </w:r>
      <w:r>
        <w:rPr>
          <w:b w:val="0"/>
          <w:bCs w:val="0"/>
          <w:sz w:val="24"/>
          <w:szCs w:val="24"/>
        </w:rPr>
        <w:t>02.03.2018года</w:t>
      </w:r>
      <w:r w:rsidRPr="00CC3AC5">
        <w:rPr>
          <w:b w:val="0"/>
          <w:bCs w:val="0"/>
          <w:sz w:val="24"/>
          <w:szCs w:val="24"/>
        </w:rPr>
        <w:t>№</w:t>
      </w:r>
      <w:r>
        <w:rPr>
          <w:b w:val="0"/>
          <w:bCs w:val="0"/>
          <w:sz w:val="24"/>
          <w:szCs w:val="24"/>
        </w:rPr>
        <w:t>3-117</w:t>
      </w: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</w:t>
      </w:r>
      <w:r w:rsidRPr="00CC3AC5">
        <w:rPr>
          <w:b w:val="0"/>
          <w:bCs w:val="0"/>
          <w:sz w:val="24"/>
          <w:szCs w:val="24"/>
        </w:rPr>
        <w:t>.Высокое</w:t>
      </w: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>О внесении изменений в решение</w:t>
      </w:r>
    </w:p>
    <w:p w:rsidR="0047591D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>от 2</w:t>
      </w:r>
      <w:r>
        <w:rPr>
          <w:b w:val="0"/>
          <w:bCs w:val="0"/>
          <w:sz w:val="24"/>
          <w:szCs w:val="24"/>
        </w:rPr>
        <w:t>7</w:t>
      </w:r>
      <w:r w:rsidRPr="00CC3AC5">
        <w:rPr>
          <w:b w:val="0"/>
          <w:bCs w:val="0"/>
          <w:sz w:val="24"/>
          <w:szCs w:val="24"/>
        </w:rPr>
        <w:t>.12.201</w:t>
      </w:r>
      <w:r>
        <w:rPr>
          <w:b w:val="0"/>
          <w:bCs w:val="0"/>
          <w:sz w:val="24"/>
          <w:szCs w:val="24"/>
        </w:rPr>
        <w:t>7</w:t>
      </w:r>
      <w:r w:rsidRPr="00CC3AC5">
        <w:rPr>
          <w:b w:val="0"/>
          <w:bCs w:val="0"/>
          <w:sz w:val="24"/>
          <w:szCs w:val="24"/>
        </w:rPr>
        <w:t xml:space="preserve"> г</w:t>
      </w:r>
      <w:r>
        <w:rPr>
          <w:b w:val="0"/>
          <w:bCs w:val="0"/>
          <w:sz w:val="24"/>
          <w:szCs w:val="24"/>
        </w:rPr>
        <w:t>ода</w:t>
      </w:r>
      <w:r w:rsidRPr="00CC3AC5">
        <w:rPr>
          <w:b w:val="0"/>
          <w:bCs w:val="0"/>
          <w:sz w:val="24"/>
          <w:szCs w:val="24"/>
        </w:rPr>
        <w:t xml:space="preserve"> №3-</w:t>
      </w:r>
      <w:r>
        <w:rPr>
          <w:b w:val="0"/>
          <w:bCs w:val="0"/>
          <w:sz w:val="24"/>
          <w:szCs w:val="24"/>
        </w:rPr>
        <w:t>112</w:t>
      </w:r>
      <w:r w:rsidRPr="00CC3AC5">
        <w:rPr>
          <w:b w:val="0"/>
          <w:bCs w:val="0"/>
          <w:sz w:val="24"/>
          <w:szCs w:val="24"/>
        </w:rPr>
        <w:t xml:space="preserve"> «О бюджете</w:t>
      </w: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муниципального образования</w:t>
      </w:r>
    </w:p>
    <w:p w:rsidR="0047591D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«Высокское</w:t>
      </w:r>
      <w:r w:rsidRPr="00CC3AC5">
        <w:rPr>
          <w:b w:val="0"/>
          <w:bCs w:val="0"/>
          <w:sz w:val="24"/>
          <w:szCs w:val="24"/>
        </w:rPr>
        <w:t xml:space="preserve"> сельско</w:t>
      </w:r>
      <w:r>
        <w:rPr>
          <w:b w:val="0"/>
          <w:bCs w:val="0"/>
          <w:sz w:val="24"/>
          <w:szCs w:val="24"/>
        </w:rPr>
        <w:t>е</w:t>
      </w:r>
      <w:r w:rsidRPr="00CC3AC5">
        <w:rPr>
          <w:b w:val="0"/>
          <w:bCs w:val="0"/>
          <w:sz w:val="24"/>
          <w:szCs w:val="24"/>
        </w:rPr>
        <w:t xml:space="preserve"> поселени</w:t>
      </w:r>
      <w:r>
        <w:rPr>
          <w:b w:val="0"/>
          <w:bCs w:val="0"/>
          <w:sz w:val="24"/>
          <w:szCs w:val="24"/>
        </w:rPr>
        <w:t>е,</w:t>
      </w:r>
    </w:p>
    <w:p w:rsidR="0047591D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Мглинского района,Брянской области</w:t>
      </w:r>
    </w:p>
    <w:p w:rsidR="0047591D" w:rsidRPr="00CC3AC5" w:rsidRDefault="0047591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 xml:space="preserve"> на 201</w:t>
      </w:r>
      <w:r>
        <w:rPr>
          <w:b w:val="0"/>
          <w:bCs w:val="0"/>
          <w:sz w:val="24"/>
          <w:szCs w:val="24"/>
        </w:rPr>
        <w:t>8</w:t>
      </w:r>
      <w:r w:rsidRPr="00CC3AC5">
        <w:rPr>
          <w:b w:val="0"/>
          <w:bCs w:val="0"/>
          <w:sz w:val="24"/>
          <w:szCs w:val="24"/>
        </w:rPr>
        <w:t>год</w:t>
      </w:r>
      <w:r>
        <w:rPr>
          <w:b w:val="0"/>
          <w:bCs w:val="0"/>
          <w:sz w:val="24"/>
          <w:szCs w:val="24"/>
        </w:rPr>
        <w:t xml:space="preserve">  и на плановый период</w:t>
      </w:r>
    </w:p>
    <w:p w:rsidR="0047591D" w:rsidRPr="00CC3AC5" w:rsidRDefault="0047591D" w:rsidP="0025298D">
      <w:pPr>
        <w:rPr>
          <w:sz w:val="24"/>
          <w:szCs w:val="24"/>
        </w:rPr>
      </w:pPr>
      <w:r>
        <w:rPr>
          <w:sz w:val="24"/>
          <w:szCs w:val="24"/>
        </w:rPr>
        <w:t>2019 и 2020 годов</w:t>
      </w:r>
      <w:r w:rsidRPr="00CC3AC5">
        <w:rPr>
          <w:sz w:val="24"/>
          <w:szCs w:val="24"/>
        </w:rPr>
        <w:t>»</w:t>
      </w:r>
    </w:p>
    <w:p w:rsidR="0047591D" w:rsidRPr="00CC3AC5" w:rsidRDefault="0047591D" w:rsidP="0025298D">
      <w:pPr>
        <w:rPr>
          <w:sz w:val="24"/>
          <w:szCs w:val="24"/>
        </w:rPr>
      </w:pPr>
    </w:p>
    <w:p w:rsidR="0047591D" w:rsidRPr="00CC3AC5" w:rsidRDefault="0047591D" w:rsidP="00A01F6F">
      <w:pPr>
        <w:ind w:firstLine="708"/>
        <w:rPr>
          <w:sz w:val="24"/>
          <w:szCs w:val="24"/>
        </w:rPr>
      </w:pPr>
      <w:r w:rsidRPr="00CC3AC5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7.12.2017</w:t>
      </w:r>
      <w:r w:rsidRPr="00CC3AC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3-112</w:t>
      </w:r>
      <w:r w:rsidRPr="00CC3AC5">
        <w:rPr>
          <w:sz w:val="24"/>
          <w:szCs w:val="24"/>
        </w:rPr>
        <w:t xml:space="preserve"> « О бюджете </w:t>
      </w:r>
      <w:r>
        <w:rPr>
          <w:sz w:val="24"/>
          <w:szCs w:val="24"/>
        </w:rPr>
        <w:t>муниципального образования «</w:t>
      </w:r>
      <w:r w:rsidRPr="00CC3AC5">
        <w:rPr>
          <w:sz w:val="24"/>
          <w:szCs w:val="24"/>
        </w:rPr>
        <w:t xml:space="preserve"> Высокско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сельск</w:t>
      </w:r>
      <w:r>
        <w:rPr>
          <w:sz w:val="24"/>
          <w:szCs w:val="24"/>
        </w:rPr>
        <w:t>ое</w:t>
      </w:r>
      <w:r w:rsidRPr="00CC3AC5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>е, Мглинского района, 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 год и на плановый период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годов»  Высокский  сельский  Совет   народных  депутатов</w:t>
      </w:r>
    </w:p>
    <w:p w:rsidR="0047591D" w:rsidRPr="00A01F6F" w:rsidRDefault="0047591D" w:rsidP="002529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47591D" w:rsidRDefault="0047591D" w:rsidP="0025298D">
      <w:pPr>
        <w:numPr>
          <w:ilvl w:val="0"/>
          <w:numId w:val="1"/>
        </w:numPr>
        <w:rPr>
          <w:sz w:val="24"/>
          <w:szCs w:val="24"/>
        </w:rPr>
      </w:pPr>
      <w:r w:rsidRPr="00CC3AC5">
        <w:rPr>
          <w:sz w:val="24"/>
          <w:szCs w:val="24"/>
        </w:rPr>
        <w:t>Внести  в решение от 2</w:t>
      </w:r>
      <w:r>
        <w:rPr>
          <w:sz w:val="24"/>
          <w:szCs w:val="24"/>
        </w:rPr>
        <w:t>7</w:t>
      </w:r>
      <w:r w:rsidRPr="00CC3AC5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CC3AC5">
        <w:rPr>
          <w:sz w:val="24"/>
          <w:szCs w:val="24"/>
        </w:rPr>
        <w:t xml:space="preserve"> года №3-</w:t>
      </w:r>
      <w:r>
        <w:rPr>
          <w:sz w:val="24"/>
          <w:szCs w:val="24"/>
        </w:rPr>
        <w:t>112</w:t>
      </w:r>
      <w:r w:rsidRPr="00CC3AC5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муниципального образования</w:t>
      </w:r>
      <w:r w:rsidRPr="00CC3AC5">
        <w:rPr>
          <w:sz w:val="24"/>
          <w:szCs w:val="24"/>
        </w:rPr>
        <w:t xml:space="preserve"> Высокско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е, Мглинского района,Брянской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годов»  следующие  изменения:</w:t>
      </w:r>
      <w:r>
        <w:rPr>
          <w:sz w:val="24"/>
          <w:szCs w:val="24"/>
        </w:rPr>
        <w:t xml:space="preserve"> (в редакции решений № 3-114 от 17.01.2018 года, №3-116 от 26.01.2018 года)</w:t>
      </w:r>
    </w:p>
    <w:p w:rsidR="0047591D" w:rsidRDefault="0047591D" w:rsidP="00B72BF3">
      <w:pPr>
        <w:ind w:left="360"/>
        <w:rPr>
          <w:sz w:val="24"/>
          <w:szCs w:val="24"/>
        </w:rPr>
      </w:pPr>
    </w:p>
    <w:p w:rsidR="0047591D" w:rsidRPr="00CC3AC5" w:rsidRDefault="0047591D" w:rsidP="00B72BF3">
      <w:pPr>
        <w:ind w:left="360"/>
        <w:rPr>
          <w:sz w:val="24"/>
          <w:szCs w:val="24"/>
        </w:rPr>
      </w:pPr>
      <w:r w:rsidRPr="00CC3AC5">
        <w:rPr>
          <w:sz w:val="24"/>
          <w:szCs w:val="24"/>
        </w:rPr>
        <w:t xml:space="preserve">     1.1  В пункте 1  по  расходам  вместо  цифр  «</w:t>
      </w:r>
      <w:r>
        <w:rPr>
          <w:sz w:val="24"/>
          <w:szCs w:val="24"/>
        </w:rPr>
        <w:t>1327332,00»  записать «1451032,00</w:t>
      </w:r>
      <w:r w:rsidRPr="00CC3AC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ввести  дефицит   в сумме «123700,00»</w:t>
      </w: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  <w:r w:rsidRPr="00CC3AC5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CC3AC5">
        <w:rPr>
          <w:sz w:val="24"/>
          <w:szCs w:val="24"/>
        </w:rPr>
        <w:t xml:space="preserve">  </w:t>
      </w:r>
      <w:r>
        <w:rPr>
          <w:sz w:val="24"/>
          <w:szCs w:val="24"/>
        </w:rPr>
        <w:t>Внести изменения в приложение 6 «Ведомственная  структура  расходов бюджета поселения на 2018 год и на плановый период 2019 и 2020 годов»</w:t>
      </w: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43"/>
        <w:gridCol w:w="680"/>
        <w:gridCol w:w="517"/>
        <w:gridCol w:w="785"/>
        <w:gridCol w:w="1433"/>
        <w:gridCol w:w="680"/>
        <w:gridCol w:w="1373"/>
        <w:gridCol w:w="853"/>
        <w:gridCol w:w="907"/>
      </w:tblGrid>
      <w:tr w:rsidR="0047591D" w:rsidTr="00CD58BD">
        <w:trPr>
          <w:trHeight w:val="685"/>
        </w:trPr>
        <w:tc>
          <w:tcPr>
            <w:tcW w:w="2448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Рз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ЦСП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2019 год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</w:tr>
      <w:tr w:rsidR="0047591D" w:rsidTr="00CD58BD">
        <w:trPr>
          <w:trHeight w:val="888"/>
        </w:trPr>
        <w:tc>
          <w:tcPr>
            <w:tcW w:w="2448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05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4001781690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 для государственных  (муниципальных) нужд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05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4001781690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200</w:t>
            </w: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05</w:t>
            </w: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4001781690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240</w:t>
            </w: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2448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23" w:type="dxa"/>
          </w:tcPr>
          <w:p w:rsidR="0047591D" w:rsidRPr="00CD58BD" w:rsidRDefault="0047591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</w:tbl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C26D51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7 «Распределение бюджетных ассигнований по целевым статьям (муниципальным программам и непрограммным направлениям деятельности ),группам (группам и подгруппам) видов расходов классификации расходов бюджета муниципального образования «Высокское сельское поселение, Мглинского района, Брянской области» на 2018 год и на плановый период 2019 и 2020 годов</w:t>
      </w:r>
    </w:p>
    <w:p w:rsidR="0047591D" w:rsidRDefault="0047591D" w:rsidP="00BA213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7591D" w:rsidRDefault="0047591D" w:rsidP="00BA21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46"/>
        <w:gridCol w:w="603"/>
        <w:gridCol w:w="603"/>
        <w:gridCol w:w="603"/>
        <w:gridCol w:w="576"/>
        <w:gridCol w:w="977"/>
        <w:gridCol w:w="576"/>
        <w:gridCol w:w="1373"/>
        <w:gridCol w:w="907"/>
        <w:gridCol w:w="907"/>
      </w:tblGrid>
      <w:tr w:rsidR="0047591D" w:rsidTr="00CD58BD">
        <w:trPr>
          <w:trHeight w:val="659"/>
        </w:trPr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ПП</w:t>
            </w:r>
          </w:p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ОМ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ГР</w:t>
            </w:r>
          </w:p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БС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НР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</w:t>
            </w:r>
          </w:p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2018 год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Сумма </w:t>
            </w:r>
          </w:p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Комплексное социально-экономическое развитие Высокского сельского поселения (2018-2020 годы)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Высокская сельская администрация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240</w:t>
            </w: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47591D" w:rsidTr="00CD58BD">
        <w:tc>
          <w:tcPr>
            <w:tcW w:w="3168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+123700,00</w:t>
            </w:r>
          </w:p>
        </w:tc>
        <w:tc>
          <w:tcPr>
            <w:tcW w:w="720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47591D" w:rsidRPr="00CD58BD" w:rsidRDefault="0047591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</w:tbl>
    <w:p w:rsidR="0047591D" w:rsidRDefault="0047591D" w:rsidP="00A01F6F">
      <w:pPr>
        <w:pStyle w:val="ListParagraph"/>
        <w:ind w:left="0"/>
        <w:rPr>
          <w:sz w:val="24"/>
          <w:szCs w:val="24"/>
        </w:rPr>
      </w:pPr>
    </w:p>
    <w:p w:rsidR="0047591D" w:rsidRDefault="0047591D" w:rsidP="00190A00">
      <w:pPr>
        <w:pStyle w:val="ListParagraph"/>
        <w:ind w:left="0"/>
        <w:rPr>
          <w:sz w:val="24"/>
          <w:szCs w:val="24"/>
        </w:rPr>
      </w:pPr>
    </w:p>
    <w:p w:rsidR="0047591D" w:rsidRDefault="0047591D" w:rsidP="00190A00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1.4 </w:t>
      </w:r>
      <w:r w:rsidRPr="00CC3AC5">
        <w:rPr>
          <w:sz w:val="24"/>
          <w:szCs w:val="24"/>
        </w:rPr>
        <w:t xml:space="preserve">В приложение 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«Источники  внутреннего  финансиров</w:t>
      </w:r>
      <w:r>
        <w:rPr>
          <w:sz w:val="24"/>
          <w:szCs w:val="24"/>
        </w:rPr>
        <w:t>ания  дефицита  бюджета муниципального образования «Высок</w:t>
      </w:r>
      <w:r w:rsidRPr="00CC3AC5">
        <w:rPr>
          <w:sz w:val="24"/>
          <w:szCs w:val="24"/>
        </w:rPr>
        <w:t>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>е, Мглинского района</w:t>
      </w:r>
      <w:r w:rsidRPr="00CC3AC5">
        <w:rPr>
          <w:sz w:val="24"/>
          <w:szCs w:val="24"/>
        </w:rPr>
        <w:t xml:space="preserve"> </w:t>
      </w:r>
      <w:r>
        <w:rPr>
          <w:sz w:val="24"/>
          <w:szCs w:val="24"/>
        </w:rPr>
        <w:t>,Брянской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 год</w:t>
      </w:r>
      <w:r>
        <w:rPr>
          <w:sz w:val="24"/>
          <w:szCs w:val="24"/>
        </w:rPr>
        <w:t xml:space="preserve"> и на плановый период 2019 и 2020 годов </w:t>
      </w:r>
      <w:r w:rsidRPr="00CC3AC5">
        <w:rPr>
          <w:sz w:val="24"/>
          <w:szCs w:val="24"/>
        </w:rPr>
        <w:t xml:space="preserve"> согласно  приложения 1 к решению  изложить в новой редакции</w:t>
      </w:r>
    </w:p>
    <w:p w:rsidR="0047591D" w:rsidRPr="00CC3AC5" w:rsidRDefault="0047591D" w:rsidP="00190A00">
      <w:pPr>
        <w:pStyle w:val="ListParagraph"/>
        <w:ind w:left="0"/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CC3AC5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CC3AC5">
        <w:rPr>
          <w:sz w:val="24"/>
          <w:szCs w:val="24"/>
        </w:rPr>
        <w:t>Настоящее  решение  вступает  в силу  со дня  его  подписания.</w:t>
      </w:r>
    </w:p>
    <w:p w:rsidR="0047591D" w:rsidRDefault="0047591D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3.    </w:t>
      </w:r>
      <w:r w:rsidRPr="00CC3AC5">
        <w:rPr>
          <w:sz w:val="24"/>
          <w:szCs w:val="24"/>
        </w:rPr>
        <w:t>Настоящее  Решение  опубликовать  в  официальном  печатном  издании  «Муниципальный  вестник»</w:t>
      </w:r>
      <w:r>
        <w:rPr>
          <w:sz w:val="24"/>
          <w:szCs w:val="24"/>
        </w:rPr>
        <w:t xml:space="preserve"> Высокского  сельского поселения</w:t>
      </w:r>
    </w:p>
    <w:p w:rsidR="0047591D" w:rsidRDefault="0047591D" w:rsidP="0025298D">
      <w:pPr>
        <w:rPr>
          <w:sz w:val="24"/>
          <w:szCs w:val="24"/>
        </w:rPr>
      </w:pPr>
    </w:p>
    <w:p w:rsidR="0047591D" w:rsidRDefault="0047591D" w:rsidP="0025298D">
      <w:pPr>
        <w:rPr>
          <w:sz w:val="24"/>
          <w:szCs w:val="24"/>
        </w:rPr>
      </w:pPr>
    </w:p>
    <w:p w:rsidR="0047591D" w:rsidRPr="00CC3AC5" w:rsidRDefault="0047591D" w:rsidP="0025298D">
      <w:pPr>
        <w:rPr>
          <w:sz w:val="24"/>
          <w:szCs w:val="24"/>
        </w:rPr>
      </w:pPr>
    </w:p>
    <w:p w:rsidR="0047591D" w:rsidRPr="00CC3AC5" w:rsidRDefault="0047591D" w:rsidP="005F2E78">
      <w:pPr>
        <w:tabs>
          <w:tab w:val="left" w:pos="7155"/>
        </w:tabs>
        <w:rPr>
          <w:sz w:val="24"/>
          <w:szCs w:val="24"/>
        </w:rPr>
      </w:pPr>
      <w:r w:rsidRPr="00CC3AC5">
        <w:rPr>
          <w:sz w:val="24"/>
          <w:szCs w:val="24"/>
        </w:rPr>
        <w:t>Глава  Высокского  сельского поселения</w:t>
      </w:r>
      <w:r w:rsidRPr="00CC3AC5">
        <w:rPr>
          <w:sz w:val="24"/>
          <w:szCs w:val="24"/>
        </w:rPr>
        <w:tab/>
        <w:t>А.М.Калмыкова</w:t>
      </w:r>
      <w:r w:rsidRPr="00CC3AC5">
        <w:rPr>
          <w:sz w:val="24"/>
          <w:szCs w:val="24"/>
        </w:rPr>
        <w:tab/>
      </w:r>
    </w:p>
    <w:p w:rsidR="0047591D" w:rsidRPr="00CC3AC5" w:rsidRDefault="0047591D" w:rsidP="0025298D">
      <w:pPr>
        <w:tabs>
          <w:tab w:val="left" w:pos="6285"/>
        </w:tabs>
        <w:rPr>
          <w:sz w:val="24"/>
          <w:szCs w:val="24"/>
        </w:rPr>
      </w:pPr>
    </w:p>
    <w:p w:rsidR="0047591D" w:rsidRPr="00CC3AC5" w:rsidRDefault="0047591D" w:rsidP="0025298D">
      <w:pPr>
        <w:rPr>
          <w:sz w:val="24"/>
          <w:szCs w:val="24"/>
        </w:rPr>
      </w:pPr>
      <w:r w:rsidRPr="00CC3AC5">
        <w:rPr>
          <w:sz w:val="24"/>
          <w:szCs w:val="24"/>
        </w:rPr>
        <w:tab/>
      </w:r>
    </w:p>
    <w:p w:rsidR="0047591D" w:rsidRPr="00CC3AC5" w:rsidRDefault="0047591D">
      <w:pPr>
        <w:rPr>
          <w:sz w:val="24"/>
          <w:szCs w:val="24"/>
        </w:rPr>
      </w:pPr>
    </w:p>
    <w:sectPr w:rsidR="0047591D" w:rsidRPr="00CC3AC5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91D" w:rsidRDefault="0047591D" w:rsidP="00941A41">
      <w:r>
        <w:separator/>
      </w:r>
    </w:p>
  </w:endnote>
  <w:endnote w:type="continuationSeparator" w:id="1">
    <w:p w:rsidR="0047591D" w:rsidRDefault="0047591D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91D" w:rsidRDefault="0047591D" w:rsidP="00941A41">
      <w:r>
        <w:separator/>
      </w:r>
    </w:p>
  </w:footnote>
  <w:footnote w:type="continuationSeparator" w:id="1">
    <w:p w:rsidR="0047591D" w:rsidRDefault="0047591D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428"/>
    <w:multiLevelType w:val="multilevel"/>
    <w:tmpl w:val="242C2D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68304B9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5F6C68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3276295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AF71057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D941051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379D7"/>
    <w:rsid w:val="00055D18"/>
    <w:rsid w:val="00057DC9"/>
    <w:rsid w:val="000900BD"/>
    <w:rsid w:val="000B093D"/>
    <w:rsid w:val="000B7339"/>
    <w:rsid w:val="000C0652"/>
    <w:rsid w:val="000E3BA8"/>
    <w:rsid w:val="000F07C3"/>
    <w:rsid w:val="00104A48"/>
    <w:rsid w:val="001240F5"/>
    <w:rsid w:val="00124BD4"/>
    <w:rsid w:val="00132D0F"/>
    <w:rsid w:val="001378A2"/>
    <w:rsid w:val="0015365D"/>
    <w:rsid w:val="00153E86"/>
    <w:rsid w:val="0015571F"/>
    <w:rsid w:val="001561B7"/>
    <w:rsid w:val="00170727"/>
    <w:rsid w:val="0017202D"/>
    <w:rsid w:val="00190A00"/>
    <w:rsid w:val="001F12DA"/>
    <w:rsid w:val="00212BE3"/>
    <w:rsid w:val="0021320F"/>
    <w:rsid w:val="00230C12"/>
    <w:rsid w:val="00232B5E"/>
    <w:rsid w:val="00232EAA"/>
    <w:rsid w:val="002418A1"/>
    <w:rsid w:val="00247336"/>
    <w:rsid w:val="0025298D"/>
    <w:rsid w:val="00257E17"/>
    <w:rsid w:val="002621D4"/>
    <w:rsid w:val="00263E9A"/>
    <w:rsid w:val="002701FD"/>
    <w:rsid w:val="002906E9"/>
    <w:rsid w:val="00296C6D"/>
    <w:rsid w:val="002A3AE9"/>
    <w:rsid w:val="002A579B"/>
    <w:rsid w:val="002C137C"/>
    <w:rsid w:val="002C1F22"/>
    <w:rsid w:val="002E6EBD"/>
    <w:rsid w:val="002F05E6"/>
    <w:rsid w:val="002F2A7E"/>
    <w:rsid w:val="00300593"/>
    <w:rsid w:val="00310F3B"/>
    <w:rsid w:val="00313BDF"/>
    <w:rsid w:val="00322371"/>
    <w:rsid w:val="0033140E"/>
    <w:rsid w:val="00341176"/>
    <w:rsid w:val="003B0EC7"/>
    <w:rsid w:val="003B6C94"/>
    <w:rsid w:val="003C3B10"/>
    <w:rsid w:val="003D0620"/>
    <w:rsid w:val="003E6151"/>
    <w:rsid w:val="003F5349"/>
    <w:rsid w:val="003F5419"/>
    <w:rsid w:val="0040691B"/>
    <w:rsid w:val="00432859"/>
    <w:rsid w:val="004414C2"/>
    <w:rsid w:val="004574F2"/>
    <w:rsid w:val="00460D13"/>
    <w:rsid w:val="00463CCF"/>
    <w:rsid w:val="004750A1"/>
    <w:rsid w:val="0047591D"/>
    <w:rsid w:val="0049188F"/>
    <w:rsid w:val="004A1E51"/>
    <w:rsid w:val="004B370D"/>
    <w:rsid w:val="004D12D6"/>
    <w:rsid w:val="004D26D9"/>
    <w:rsid w:val="004E01DD"/>
    <w:rsid w:val="004F1559"/>
    <w:rsid w:val="00504662"/>
    <w:rsid w:val="0052486C"/>
    <w:rsid w:val="00525A2D"/>
    <w:rsid w:val="00546468"/>
    <w:rsid w:val="00554E63"/>
    <w:rsid w:val="0058665D"/>
    <w:rsid w:val="0059612E"/>
    <w:rsid w:val="005A03B8"/>
    <w:rsid w:val="005B30CF"/>
    <w:rsid w:val="005B72BE"/>
    <w:rsid w:val="005F2E78"/>
    <w:rsid w:val="006200EA"/>
    <w:rsid w:val="00622FD2"/>
    <w:rsid w:val="00642609"/>
    <w:rsid w:val="00654D39"/>
    <w:rsid w:val="00655284"/>
    <w:rsid w:val="0066440D"/>
    <w:rsid w:val="00670BF4"/>
    <w:rsid w:val="006727E3"/>
    <w:rsid w:val="0068607A"/>
    <w:rsid w:val="006928D1"/>
    <w:rsid w:val="006A5DCF"/>
    <w:rsid w:val="006D39C2"/>
    <w:rsid w:val="006D4184"/>
    <w:rsid w:val="006E1D30"/>
    <w:rsid w:val="006E6511"/>
    <w:rsid w:val="00702AD6"/>
    <w:rsid w:val="00710E85"/>
    <w:rsid w:val="0073131F"/>
    <w:rsid w:val="00753D1E"/>
    <w:rsid w:val="00755A5D"/>
    <w:rsid w:val="00760302"/>
    <w:rsid w:val="0076343B"/>
    <w:rsid w:val="007A7BF7"/>
    <w:rsid w:val="007B0772"/>
    <w:rsid w:val="007B15BC"/>
    <w:rsid w:val="007D5139"/>
    <w:rsid w:val="007E1473"/>
    <w:rsid w:val="007F28D1"/>
    <w:rsid w:val="007F3BE3"/>
    <w:rsid w:val="007F58F2"/>
    <w:rsid w:val="00805FEC"/>
    <w:rsid w:val="00816795"/>
    <w:rsid w:val="00850EA3"/>
    <w:rsid w:val="008552D7"/>
    <w:rsid w:val="00867F83"/>
    <w:rsid w:val="00877F1E"/>
    <w:rsid w:val="00897745"/>
    <w:rsid w:val="008A0458"/>
    <w:rsid w:val="008C23BB"/>
    <w:rsid w:val="008D4E58"/>
    <w:rsid w:val="008E0FB8"/>
    <w:rsid w:val="008E1153"/>
    <w:rsid w:val="00911F43"/>
    <w:rsid w:val="00913C47"/>
    <w:rsid w:val="00924DA8"/>
    <w:rsid w:val="00936931"/>
    <w:rsid w:val="00941A41"/>
    <w:rsid w:val="009430B5"/>
    <w:rsid w:val="00946789"/>
    <w:rsid w:val="009507C3"/>
    <w:rsid w:val="00964D8D"/>
    <w:rsid w:val="00964F3E"/>
    <w:rsid w:val="0097205D"/>
    <w:rsid w:val="009A1E43"/>
    <w:rsid w:val="009A2B16"/>
    <w:rsid w:val="009A7527"/>
    <w:rsid w:val="009B2F1B"/>
    <w:rsid w:val="009B634C"/>
    <w:rsid w:val="009C55AE"/>
    <w:rsid w:val="009E6207"/>
    <w:rsid w:val="009F311D"/>
    <w:rsid w:val="00A01F6F"/>
    <w:rsid w:val="00A04FA9"/>
    <w:rsid w:val="00A14F52"/>
    <w:rsid w:val="00A22A86"/>
    <w:rsid w:val="00A25697"/>
    <w:rsid w:val="00A27A97"/>
    <w:rsid w:val="00A34AED"/>
    <w:rsid w:val="00A40B28"/>
    <w:rsid w:val="00A43979"/>
    <w:rsid w:val="00A66D72"/>
    <w:rsid w:val="00A7222F"/>
    <w:rsid w:val="00A76A9B"/>
    <w:rsid w:val="00AC06C6"/>
    <w:rsid w:val="00AC7491"/>
    <w:rsid w:val="00AD28C4"/>
    <w:rsid w:val="00AD73D1"/>
    <w:rsid w:val="00AE197A"/>
    <w:rsid w:val="00AF2F71"/>
    <w:rsid w:val="00B01D3B"/>
    <w:rsid w:val="00B024B5"/>
    <w:rsid w:val="00B03EAB"/>
    <w:rsid w:val="00B0645E"/>
    <w:rsid w:val="00B122EB"/>
    <w:rsid w:val="00B14713"/>
    <w:rsid w:val="00B242CE"/>
    <w:rsid w:val="00B3555D"/>
    <w:rsid w:val="00B41559"/>
    <w:rsid w:val="00B42522"/>
    <w:rsid w:val="00B4525B"/>
    <w:rsid w:val="00B648E1"/>
    <w:rsid w:val="00B72BF3"/>
    <w:rsid w:val="00B865F8"/>
    <w:rsid w:val="00B92750"/>
    <w:rsid w:val="00BA213C"/>
    <w:rsid w:val="00BC334A"/>
    <w:rsid w:val="00BD5505"/>
    <w:rsid w:val="00BE26BE"/>
    <w:rsid w:val="00BE494F"/>
    <w:rsid w:val="00BE559B"/>
    <w:rsid w:val="00BF4D57"/>
    <w:rsid w:val="00C005B5"/>
    <w:rsid w:val="00C01160"/>
    <w:rsid w:val="00C2132C"/>
    <w:rsid w:val="00C24F19"/>
    <w:rsid w:val="00C2506D"/>
    <w:rsid w:val="00C262D1"/>
    <w:rsid w:val="00C26D51"/>
    <w:rsid w:val="00C43193"/>
    <w:rsid w:val="00C47869"/>
    <w:rsid w:val="00C5125F"/>
    <w:rsid w:val="00C549C3"/>
    <w:rsid w:val="00C62ADD"/>
    <w:rsid w:val="00C74602"/>
    <w:rsid w:val="00C80320"/>
    <w:rsid w:val="00C8261B"/>
    <w:rsid w:val="00C92391"/>
    <w:rsid w:val="00C94471"/>
    <w:rsid w:val="00C97011"/>
    <w:rsid w:val="00CA3C1B"/>
    <w:rsid w:val="00CB3B6C"/>
    <w:rsid w:val="00CC07C1"/>
    <w:rsid w:val="00CC3AC5"/>
    <w:rsid w:val="00CC537C"/>
    <w:rsid w:val="00CD58BD"/>
    <w:rsid w:val="00CE0BAB"/>
    <w:rsid w:val="00CF37F5"/>
    <w:rsid w:val="00D013FE"/>
    <w:rsid w:val="00D02F0F"/>
    <w:rsid w:val="00D05B49"/>
    <w:rsid w:val="00D16FF9"/>
    <w:rsid w:val="00D17538"/>
    <w:rsid w:val="00D23053"/>
    <w:rsid w:val="00D24B37"/>
    <w:rsid w:val="00D26331"/>
    <w:rsid w:val="00D32DD9"/>
    <w:rsid w:val="00D8273F"/>
    <w:rsid w:val="00D8718A"/>
    <w:rsid w:val="00DA4721"/>
    <w:rsid w:val="00DD7D07"/>
    <w:rsid w:val="00DE19B4"/>
    <w:rsid w:val="00DE1B33"/>
    <w:rsid w:val="00DE66C6"/>
    <w:rsid w:val="00E03686"/>
    <w:rsid w:val="00E07F17"/>
    <w:rsid w:val="00E12D9C"/>
    <w:rsid w:val="00E13A75"/>
    <w:rsid w:val="00E17AED"/>
    <w:rsid w:val="00E228B2"/>
    <w:rsid w:val="00E25231"/>
    <w:rsid w:val="00E2599E"/>
    <w:rsid w:val="00E35176"/>
    <w:rsid w:val="00E35CBC"/>
    <w:rsid w:val="00E3666F"/>
    <w:rsid w:val="00E462AD"/>
    <w:rsid w:val="00E60890"/>
    <w:rsid w:val="00E662A9"/>
    <w:rsid w:val="00E82716"/>
    <w:rsid w:val="00E83CDC"/>
    <w:rsid w:val="00E874F0"/>
    <w:rsid w:val="00E97030"/>
    <w:rsid w:val="00EA1D3E"/>
    <w:rsid w:val="00EA6512"/>
    <w:rsid w:val="00EB0B8D"/>
    <w:rsid w:val="00EC35F7"/>
    <w:rsid w:val="00ED047B"/>
    <w:rsid w:val="00EE37FD"/>
    <w:rsid w:val="00EE6CBE"/>
    <w:rsid w:val="00EF12C1"/>
    <w:rsid w:val="00EF2683"/>
    <w:rsid w:val="00EF284C"/>
    <w:rsid w:val="00F01524"/>
    <w:rsid w:val="00F061D2"/>
    <w:rsid w:val="00F20568"/>
    <w:rsid w:val="00F2428D"/>
    <w:rsid w:val="00F3183F"/>
    <w:rsid w:val="00F36D5F"/>
    <w:rsid w:val="00F510E9"/>
    <w:rsid w:val="00F747A8"/>
    <w:rsid w:val="00F74E1C"/>
    <w:rsid w:val="00F77834"/>
    <w:rsid w:val="00F82F6A"/>
    <w:rsid w:val="00F91343"/>
    <w:rsid w:val="00F91AB5"/>
    <w:rsid w:val="00FA33C8"/>
    <w:rsid w:val="00FA6BE8"/>
    <w:rsid w:val="00FB4686"/>
    <w:rsid w:val="00FC3551"/>
    <w:rsid w:val="00FD1B86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TitleChar">
    <w:name w:val="Title Char"/>
    <w:basedOn w:val="DefaultParagraphFont"/>
    <w:link w:val="Title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TableGrid">
    <w:name w:val="Table Grid"/>
    <w:basedOn w:val="TableNormal"/>
    <w:uiPriority w:val="99"/>
    <w:rsid w:val="002529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5F2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4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685</TotalTime>
  <Pages>3</Pages>
  <Words>536</Words>
  <Characters>3059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Glavbuhgalter</cp:lastModifiedBy>
  <cp:revision>42</cp:revision>
  <cp:lastPrinted>2018-03-02T12:41:00Z</cp:lastPrinted>
  <dcterms:created xsi:type="dcterms:W3CDTF">2016-06-27T06:12:00Z</dcterms:created>
  <dcterms:modified xsi:type="dcterms:W3CDTF">2018-03-02T12:41:00Z</dcterms:modified>
</cp:coreProperties>
</file>